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43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EA73D2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DB70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</w:t>
            </w:r>
            <w:r w:rsidR="00EA73D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9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EA73D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A73D2" w:rsidRPr="00EA73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Русија:</w:t>
            </w:r>
            <w:r w:rsidR="00EA73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друштвеногеографске  одлике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EA73D2" w:rsidRPr="008E577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="008E5772" w:rsidRPr="008E577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   економије  сировина  до  економије  услуга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 ученике  са  основним  друштвеногео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графским одликама  Русије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нова знања о друштвеногеографским  одликама   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8E5772" w:rsidRPr="008E5772" w:rsidRDefault="008E5772" w:rsidP="008E577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8E57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  неравномеран  распоред  становништва</w:t>
            </w:r>
          </w:p>
          <w:p w:rsidR="008E5772" w:rsidRPr="008E5772" w:rsidRDefault="008E5772" w:rsidP="008E577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57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  карти покаже  највеће  градове</w:t>
            </w:r>
          </w:p>
          <w:p w:rsidR="008E5772" w:rsidRPr="008E5772" w:rsidRDefault="008E5772" w:rsidP="008E577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57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-схвати  велико  богатство  сировина  и  њихов  значај  за  привреду Русије</w:t>
            </w:r>
          </w:p>
          <w:p w:rsidR="008E5772" w:rsidRPr="008E5772" w:rsidRDefault="008E5772" w:rsidP="008E577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57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-објасни  одлике  пољопривреде,  индустрије  и  саобраћаја</w:t>
            </w:r>
          </w:p>
          <w:p w:rsidR="00D0461E" w:rsidRPr="005F7634" w:rsidRDefault="008E5772" w:rsidP="008E57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7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-уочи  све  већи  значај  руске  привреде  у  светским  оквирима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8E5772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 1.1.3. Препознаје и чита географске и допунске елементе карте - </w:t>
            </w:r>
            <w:r w:rsidRP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називе мора, 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градова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простору  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ГЕ1.4.2. Препознаје основне  друштвеногеографске  одлике  Северне Европе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ГЕ2.1.2. Одређује положај места и тачака на географској карти –  мора, 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градова на простору  Русије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ГЕ2.4.2. Описује друштвеноногеографске  одлике   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8E5772" w:rsidRDefault="005F7634" w:rsidP="008E577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ГЕ3.1.1. Анализира географску карту и доноси закључке о значају   географског  положаја  за  географске  одлике  </w:t>
            </w:r>
            <w:r w:rsidR="008E57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664F16" w:rsidRPr="005F7634" w:rsidRDefault="005F7634" w:rsidP="008E577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ГЕ3.4.3. Објашњава географске везе и законитости   у  </w:t>
            </w:r>
            <w:r w:rsidR="008E57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Русији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8E577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Европе,  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Русије (СССР), 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5F7634" w:rsidP="008E57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  са  ученицима</w:t>
            </w:r>
            <w:r w:rsidR="008E5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обнављамо  основне  географске  одлике  Источне  Европе,  каи  и  географски  положај  и  природногеографске  одлике  Русије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FD7C1A" w:rsidRPr="00545C96" w:rsidRDefault="008E5772" w:rsidP="008E57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Анализирамо  слику  бр.  1.  на  страни </w:t>
            </w:r>
            <w:r w:rsidR="00261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  <w:r w:rsidR="00FD7C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тражимо  од  ученика  да  закључе  зашто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је  густина  насељености  изразито неравномерна.Наводимо </w:t>
            </w:r>
            <w:r w:rsidR="00FD7C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 на </w:t>
            </w:r>
            <w:r w:rsidR="00FD7C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  показујемо  највеће  градове Русије.Истичемо  демографску  кризу која је  настала  од  распада  СССР-а.Упознајемо  ученике  са  одликама  индустрије</w:t>
            </w:r>
            <w:r w:rsidR="00FD7C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истичемо  њену  неповољну  структуру  и   наводимо  најважније  производе.Користимо карту на  страни  76.  да  објаснимо  размештај  сировина  и  индустрије.Истичемо битну  одлику  пољопривреде—велика  површина—мала  производња.Упознајемо  ученике  са  значајем  саобраћаја за  повезивање  појединих  делова  огромне  земље.Посебно  истичемо  Транссибирску железницу,  пловне  реке  и  мрежу  цевовода.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FD7C1A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Питамо  ученике шта  знају  о  руском  освајању  Васионе.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FD7C1A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РУСИЈА:ОД  ЕКОНОМИЈЕ  СИРОВИНА  ДО  ЕКОНИЈЕ  УСЛУГА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-становништво---130  народа—Руси  80%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</w:t>
            </w:r>
            <w:r w:rsidR="00AC4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неравномерна  густина  насељености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  <w:r w:rsidR="00AC4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градови---Москва,  Санкт  Петербург,  Волгоград,  Новосибрск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Иркутс, Владивосток</w:t>
            </w:r>
          </w:p>
          <w:p w:rsidR="00851DED" w:rsidRDefault="00AC41B9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</w:t>
            </w:r>
            <w:r w:rsidR="00851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демографски  пад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-индустрија---тешка  инд.-металургија, машинска,  хемијска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аерокосмичка  индустрија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дрвна  инд.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-енергетски  извори---угаљ—Кузбас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нафта  и  гас---Западни  Сибир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-саобраћај—Транссибирска  железница: Москва-Владивосток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поморски  саобраћај</w:t>
            </w:r>
          </w:p>
          <w:p w:rsidR="00851DED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речни  саобраћај</w:t>
            </w:r>
          </w:p>
          <w:p w:rsidR="00606767" w:rsidRPr="00AC41B9" w:rsidRDefault="00851DE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  <w:r w:rsidR="00AC4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нафтоводи  и  гасоводи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261937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1DED"/>
    <w:rsid w:val="00854D2A"/>
    <w:rsid w:val="008E5772"/>
    <w:rsid w:val="008F0F0B"/>
    <w:rsid w:val="00942ED0"/>
    <w:rsid w:val="0096516D"/>
    <w:rsid w:val="00A17F87"/>
    <w:rsid w:val="00A43CD3"/>
    <w:rsid w:val="00A45210"/>
    <w:rsid w:val="00A47E59"/>
    <w:rsid w:val="00AB78A4"/>
    <w:rsid w:val="00AC41B9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EA73D2"/>
    <w:rsid w:val="00F05659"/>
    <w:rsid w:val="00F137B9"/>
    <w:rsid w:val="00F57D30"/>
    <w:rsid w:val="00FD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01299-21A2-41A8-882A-4B7C3104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2020-07-03T17:35:00Z</dcterms:created>
  <dcterms:modified xsi:type="dcterms:W3CDTF">2020-07-07T17:00:00Z</dcterms:modified>
</cp:coreProperties>
</file>